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63AB2" w:rsidRPr="00363AB2" w:rsidRDefault="00363AB2" w:rsidP="00363AB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lastRenderedPageBreak/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lastRenderedPageBreak/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lastRenderedPageBreak/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lastRenderedPageBreak/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lastRenderedPageBreak/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8764A2" w:rsidRPr="00363AB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p w:rsidR="00363AB2" w:rsidRPr="008764A2" w:rsidRDefault="008764A2" w:rsidP="008764A2">
      <w:pPr>
        <w:pStyle w:val="PargrafodaLista"/>
        <w:numPr>
          <w:ilvl w:val="0"/>
          <w:numId w:val="15"/>
        </w:numPr>
        <w:tabs>
          <w:tab w:val="right" w:leader="underscore" w:pos="9497"/>
        </w:tabs>
        <w:spacing w:line="480" w:lineRule="auto"/>
        <w:ind w:left="284" w:hanging="284"/>
        <w:rPr>
          <w:rFonts w:ascii="Arial" w:hAnsi="Arial" w:cs="Arial"/>
        </w:rPr>
      </w:pPr>
      <w:r w:rsidRPr="00363AB2">
        <w:rPr>
          <w:rFonts w:ascii="Arial" w:hAnsi="Arial" w:cs="Arial"/>
        </w:rPr>
        <w:tab/>
      </w:r>
    </w:p>
    <w:sectPr w:rsidR="00363AB2" w:rsidRPr="008764A2" w:rsidSect="002F02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268" w:right="709" w:bottom="1418" w:left="1701" w:header="851" w:footer="90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E25" w:rsidRDefault="004D6E25">
      <w:r>
        <w:separator/>
      </w:r>
    </w:p>
  </w:endnote>
  <w:endnote w:type="continuationSeparator" w:id="0">
    <w:p w:rsidR="004D6E25" w:rsidRDefault="004D6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BD5" w:rsidRDefault="00F35BD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454D4A" w:rsidRDefault="00D2072E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>Praça dos Três Poderes, 74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Centro </w:t>
    </w:r>
    <w:r w:rsidR="00AE43E3">
      <w:rPr>
        <w:rFonts w:ascii="Arial" w:hAnsi="Arial" w:cs="Arial"/>
        <w:sz w:val="18"/>
        <w:szCs w:val="18"/>
      </w:rPr>
      <w:t>-</w:t>
    </w:r>
    <w:r w:rsidR="00172E81" w:rsidRPr="00454D4A">
      <w:rPr>
        <w:rFonts w:ascii="Arial" w:hAnsi="Arial" w:cs="Arial"/>
        <w:sz w:val="18"/>
        <w:szCs w:val="18"/>
      </w:rPr>
      <w:t xml:space="preserve"> Jacareí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/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SP - </w:t>
    </w:r>
    <w:r w:rsidRPr="00454D4A">
      <w:rPr>
        <w:rFonts w:ascii="Arial" w:hAnsi="Arial" w:cs="Arial"/>
        <w:sz w:val="18"/>
        <w:szCs w:val="18"/>
      </w:rPr>
      <w:t>CEP: 12327-901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Tel.: (12)</w:t>
    </w:r>
    <w:r w:rsidR="00AE43E3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</w:t>
    </w:r>
    <w:r w:rsidR="00775A1B" w:rsidRPr="00454D4A">
      <w:rPr>
        <w:rFonts w:ascii="Arial" w:hAnsi="Arial" w:cs="Arial"/>
        <w:sz w:val="18"/>
        <w:szCs w:val="18"/>
      </w:rPr>
      <w:t>5</w:t>
    </w:r>
    <w:r w:rsidRPr="00454D4A">
      <w:rPr>
        <w:rFonts w:ascii="Arial" w:hAnsi="Arial" w:cs="Arial"/>
        <w:sz w:val="18"/>
        <w:szCs w:val="18"/>
      </w:rPr>
      <w:t>-</w:t>
    </w:r>
    <w:r w:rsidR="00775A1B" w:rsidRPr="00454D4A">
      <w:rPr>
        <w:rFonts w:ascii="Arial" w:hAnsi="Arial" w:cs="Arial"/>
        <w:sz w:val="18"/>
        <w:szCs w:val="18"/>
      </w:rPr>
      <w:t>2200</w:t>
    </w:r>
    <w:r w:rsidRPr="00454D4A">
      <w:rPr>
        <w:rFonts w:ascii="Arial" w:hAnsi="Arial" w:cs="Arial"/>
        <w:sz w:val="18"/>
        <w:szCs w:val="18"/>
      </w:rPr>
      <w:t xml:space="preserve"> -</w:t>
    </w:r>
    <w:r w:rsidR="008909A4" w:rsidRPr="00454D4A">
      <w:rPr>
        <w:rFonts w:ascii="Arial" w:hAnsi="Arial" w:cs="Arial"/>
        <w:sz w:val="18"/>
        <w:szCs w:val="18"/>
      </w:rPr>
      <w:t xml:space="preserve"> 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BD5" w:rsidRDefault="00F35BD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E25" w:rsidRDefault="004D6E25">
      <w:r>
        <w:separator/>
      </w:r>
    </w:p>
  </w:footnote>
  <w:footnote w:type="continuationSeparator" w:id="0">
    <w:p w:rsidR="004D6E25" w:rsidRDefault="004D6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BD5" w:rsidRDefault="00F35BD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227" w:rsidRPr="00FC2C8E" w:rsidRDefault="00646227">
    <w:pPr>
      <w:tabs>
        <w:tab w:val="left" w:pos="2835"/>
      </w:tabs>
      <w:jc w:val="center"/>
      <w:rPr>
        <w:b/>
        <w:sz w:val="22"/>
      </w:rPr>
    </w:pPr>
    <w:r w:rsidRPr="00FC2C8E">
      <w:rPr>
        <w:b/>
        <w:noProof/>
      </w:rPr>
      <w:drawing>
        <wp:anchor distT="0" distB="0" distL="114300" distR="114300" simplePos="0" relativeHeight="251666432" behindDoc="0" locked="0" layoutInCell="0" allowOverlap="1" wp14:anchorId="305B148B" wp14:editId="312FDA3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C8E">
      <w:rPr>
        <w:b/>
        <w:noProof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1A147BB2" wp14:editId="1EDA1B6E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47B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0.8pt;margin-top:.85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 w:rsidRPr="00FC2C8E">
      <w:rPr>
        <w:b/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64445A8" wp14:editId="7431158B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96018D" w:rsidRDefault="00F84046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4445A8" id="Text Box 2" o:spid="_x0000_s1027" type="#_x0000_t202" style="position:absolute;left:0;text-align:left;margin-left:437pt;margin-top:22.6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6v8sQIAAK8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" o:allowincell="f" filled="f" stroked="f">
              <v:textbox inset="0,0,0,0">
                <w:txbxContent>
                  <w:p w:rsidR="00D2072E" w:rsidRPr="0096018D" w:rsidRDefault="00F84046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646227" w:rsidRPr="00FC2C8E" w:rsidRDefault="00646227">
    <w:pPr>
      <w:tabs>
        <w:tab w:val="left" w:pos="2835"/>
      </w:tabs>
      <w:jc w:val="center"/>
      <w:rPr>
        <w:b/>
        <w:sz w:val="22"/>
      </w:rPr>
    </w:pPr>
  </w:p>
  <w:p w:rsidR="00646227" w:rsidRPr="00FC2C8E" w:rsidRDefault="00646227">
    <w:pPr>
      <w:tabs>
        <w:tab w:val="left" w:pos="2835"/>
      </w:tabs>
      <w:jc w:val="center"/>
      <w:rPr>
        <w:b/>
        <w:sz w:val="22"/>
      </w:rPr>
    </w:pPr>
  </w:p>
  <w:p w:rsidR="00646227" w:rsidRPr="00FC2C8E" w:rsidRDefault="00646227">
    <w:pPr>
      <w:tabs>
        <w:tab w:val="left" w:pos="2835"/>
      </w:tabs>
      <w:jc w:val="center"/>
      <w:rPr>
        <w:b/>
        <w:sz w:val="22"/>
      </w:rPr>
    </w:pPr>
  </w:p>
  <w:p w:rsidR="00D2072E" w:rsidRPr="002674EF" w:rsidRDefault="00F35BD5" w:rsidP="000B05BB">
    <w:pPr>
      <w:tabs>
        <w:tab w:val="right" w:leader="dot" w:pos="9497"/>
      </w:tabs>
      <w:jc w:val="both"/>
      <w:rPr>
        <w:rFonts w:ascii="Arial" w:hAnsi="Arial" w:cs="Arial"/>
        <w:b/>
        <w:sz w:val="20"/>
      </w:rPr>
    </w:pPr>
    <w:r w:rsidRPr="002674EF">
      <w:rPr>
        <w:rFonts w:ascii="Arial" w:hAnsi="Arial" w:cs="Arial"/>
        <w:b/>
        <w:sz w:val="20"/>
      </w:rPr>
      <w:t xml:space="preserve">LISTA DE PRESENÇA – </w:t>
    </w:r>
    <w:r w:rsidRPr="00F35BD5">
      <w:rPr>
        <w:rFonts w:ascii="Arial" w:hAnsi="Arial" w:cs="Arial"/>
        <w:b/>
        <w:sz w:val="20"/>
      </w:rPr>
      <w:t>SOLENIDADE DE ENTREGA DA "LÁUREA DE HONRA AO MÉRITO - SERVIDOR PÚBLICO PADRÃO" E DA LÁUREA DE HONRA AO MÉRITO "PREFEITO DR. THELMO DE ALMEIDA CRUZ".</w:t>
    </w:r>
    <w:r w:rsidRPr="002674EF">
      <w:rPr>
        <w:rFonts w:ascii="Arial" w:hAnsi="Arial" w:cs="Arial"/>
        <w:b/>
        <w:sz w:val="20"/>
      </w:rPr>
      <w:t xml:space="preserve"> </w:t>
    </w:r>
    <w:bookmarkStart w:id="0" w:name="_GoBack"/>
    <w:bookmarkEnd w:id="0"/>
    <w:r w:rsidRPr="002674EF">
      <w:rPr>
        <w:rFonts w:ascii="Arial" w:hAnsi="Arial" w:cs="Arial"/>
        <w:b/>
        <w:sz w:val="20"/>
      </w:rPr>
      <w:t xml:space="preserve">- SESSÃO ORDINÁRIA DE </w:t>
    </w:r>
    <w:r>
      <w:rPr>
        <w:rFonts w:ascii="Arial" w:hAnsi="Arial" w:cs="Arial"/>
        <w:b/>
        <w:sz w:val="20"/>
      </w:rPr>
      <w:t>24</w:t>
    </w:r>
    <w:r w:rsidRPr="002674EF">
      <w:rPr>
        <w:rFonts w:ascii="Arial" w:hAnsi="Arial" w:cs="Arial"/>
        <w:b/>
        <w:sz w:val="20"/>
      </w:rPr>
      <w:t>/10/2018</w:t>
    </w:r>
    <w:r w:rsidRPr="002674EF">
      <w:rPr>
        <w:rFonts w:ascii="Arial" w:hAnsi="Arial" w:cs="Arial"/>
        <w:b/>
        <w:sz w:val="20"/>
      </w:rPr>
      <w:tab/>
      <w:t xml:space="preserve">FLS. </w:t>
    </w:r>
    <w:r w:rsidR="00646227" w:rsidRPr="002674EF">
      <w:rPr>
        <w:rFonts w:ascii="Arial" w:hAnsi="Arial" w:cs="Arial"/>
        <w:b/>
        <w:sz w:val="20"/>
      </w:rPr>
      <w:fldChar w:fldCharType="begin"/>
    </w:r>
    <w:r w:rsidR="00646227" w:rsidRPr="002674EF">
      <w:rPr>
        <w:rFonts w:ascii="Arial" w:hAnsi="Arial" w:cs="Arial"/>
        <w:b/>
        <w:sz w:val="20"/>
      </w:rPr>
      <w:instrText>PAGE   \* MERGEFORMAT</w:instrText>
    </w:r>
    <w:r w:rsidR="00646227" w:rsidRPr="002674EF">
      <w:rPr>
        <w:rFonts w:ascii="Arial" w:hAnsi="Arial" w:cs="Arial"/>
        <w:b/>
        <w:sz w:val="20"/>
      </w:rPr>
      <w:fldChar w:fldCharType="separate"/>
    </w:r>
    <w:r>
      <w:rPr>
        <w:rFonts w:ascii="Arial" w:hAnsi="Arial" w:cs="Arial"/>
        <w:b/>
        <w:noProof/>
        <w:sz w:val="20"/>
      </w:rPr>
      <w:t>1</w:t>
    </w:r>
    <w:r w:rsidR="00646227" w:rsidRPr="002674EF">
      <w:rPr>
        <w:rFonts w:ascii="Arial" w:hAnsi="Arial" w:cs="Arial"/>
        <w:b/>
        <w:sz w:val="20"/>
      </w:rPr>
      <w:fldChar w:fldCharType="end"/>
    </w:r>
  </w:p>
  <w:p w:rsidR="00363AB2" w:rsidRPr="00FC2C8E" w:rsidRDefault="00363AB2" w:rsidP="00363AB2">
    <w:pPr>
      <w:tabs>
        <w:tab w:val="left" w:pos="2835"/>
      </w:tabs>
      <w:jc w:val="center"/>
      <w:rPr>
        <w:rFonts w:ascii="Arial" w:hAnsi="Arial" w:cs="Arial"/>
        <w:b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5BD5" w:rsidRDefault="00F35BD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12673CD2"/>
    <w:multiLevelType w:val="multilevel"/>
    <w:tmpl w:val="BC7A2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B4C2F01"/>
    <w:multiLevelType w:val="hybridMultilevel"/>
    <w:tmpl w:val="94AAE76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591F21"/>
    <w:multiLevelType w:val="hybridMultilevel"/>
    <w:tmpl w:val="FA7E4BE6"/>
    <w:lvl w:ilvl="0" w:tplc="12F6A7B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2"/>
  </w:num>
  <w:num w:numId="5">
    <w:abstractNumId w:val="10"/>
  </w:num>
  <w:num w:numId="6">
    <w:abstractNumId w:val="13"/>
  </w:num>
  <w:num w:numId="7">
    <w:abstractNumId w:val="3"/>
  </w:num>
  <w:num w:numId="8">
    <w:abstractNumId w:val="12"/>
  </w:num>
  <w:num w:numId="9">
    <w:abstractNumId w:val="1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B4"/>
    <w:rsid w:val="000015E2"/>
    <w:rsid w:val="000114E0"/>
    <w:rsid w:val="00012789"/>
    <w:rsid w:val="00014BD1"/>
    <w:rsid w:val="00016EB4"/>
    <w:rsid w:val="00017742"/>
    <w:rsid w:val="000264BC"/>
    <w:rsid w:val="00036429"/>
    <w:rsid w:val="0004348E"/>
    <w:rsid w:val="00044B25"/>
    <w:rsid w:val="00044FD9"/>
    <w:rsid w:val="0004657B"/>
    <w:rsid w:val="0005004E"/>
    <w:rsid w:val="0005584B"/>
    <w:rsid w:val="00056F88"/>
    <w:rsid w:val="00062793"/>
    <w:rsid w:val="00064319"/>
    <w:rsid w:val="00065F25"/>
    <w:rsid w:val="000726F3"/>
    <w:rsid w:val="00080FFC"/>
    <w:rsid w:val="00084614"/>
    <w:rsid w:val="00094490"/>
    <w:rsid w:val="00094C78"/>
    <w:rsid w:val="000958D5"/>
    <w:rsid w:val="00095977"/>
    <w:rsid w:val="00097C74"/>
    <w:rsid w:val="000A01F0"/>
    <w:rsid w:val="000A0A59"/>
    <w:rsid w:val="000B05BB"/>
    <w:rsid w:val="000B0649"/>
    <w:rsid w:val="000B1514"/>
    <w:rsid w:val="000B2649"/>
    <w:rsid w:val="000B47BA"/>
    <w:rsid w:val="000B5E80"/>
    <w:rsid w:val="000C197C"/>
    <w:rsid w:val="000D47B0"/>
    <w:rsid w:val="000F27FA"/>
    <w:rsid w:val="000F63F2"/>
    <w:rsid w:val="000F66BB"/>
    <w:rsid w:val="00105220"/>
    <w:rsid w:val="00107E4B"/>
    <w:rsid w:val="001128B6"/>
    <w:rsid w:val="00114C2B"/>
    <w:rsid w:val="0011536A"/>
    <w:rsid w:val="00121924"/>
    <w:rsid w:val="0012349C"/>
    <w:rsid w:val="00126E6F"/>
    <w:rsid w:val="0013216C"/>
    <w:rsid w:val="0014591F"/>
    <w:rsid w:val="001519C6"/>
    <w:rsid w:val="00153CDE"/>
    <w:rsid w:val="00155208"/>
    <w:rsid w:val="00166DB4"/>
    <w:rsid w:val="00172E81"/>
    <w:rsid w:val="00175B96"/>
    <w:rsid w:val="00181CD2"/>
    <w:rsid w:val="00183588"/>
    <w:rsid w:val="001906AF"/>
    <w:rsid w:val="00193B0D"/>
    <w:rsid w:val="00197B42"/>
    <w:rsid w:val="001A4310"/>
    <w:rsid w:val="001B1AF1"/>
    <w:rsid w:val="001B7BD6"/>
    <w:rsid w:val="001C4DDB"/>
    <w:rsid w:val="001C6B1D"/>
    <w:rsid w:val="001C7BF6"/>
    <w:rsid w:val="001D3BF6"/>
    <w:rsid w:val="001D51A3"/>
    <w:rsid w:val="001E61AB"/>
    <w:rsid w:val="001F13C3"/>
    <w:rsid w:val="001F18B1"/>
    <w:rsid w:val="001F43EB"/>
    <w:rsid w:val="001F5513"/>
    <w:rsid w:val="002024F8"/>
    <w:rsid w:val="00204BAB"/>
    <w:rsid w:val="00204ED7"/>
    <w:rsid w:val="0020584A"/>
    <w:rsid w:val="0020586B"/>
    <w:rsid w:val="00211736"/>
    <w:rsid w:val="0021173A"/>
    <w:rsid w:val="00211A24"/>
    <w:rsid w:val="002125DC"/>
    <w:rsid w:val="00212E98"/>
    <w:rsid w:val="00213407"/>
    <w:rsid w:val="002164AF"/>
    <w:rsid w:val="00221FF8"/>
    <w:rsid w:val="00233C49"/>
    <w:rsid w:val="0025128A"/>
    <w:rsid w:val="00253C82"/>
    <w:rsid w:val="002674EF"/>
    <w:rsid w:val="00267CC3"/>
    <w:rsid w:val="00270DBA"/>
    <w:rsid w:val="00274384"/>
    <w:rsid w:val="0027501D"/>
    <w:rsid w:val="00276BEC"/>
    <w:rsid w:val="00280F8B"/>
    <w:rsid w:val="00287284"/>
    <w:rsid w:val="00290F6F"/>
    <w:rsid w:val="00291137"/>
    <w:rsid w:val="00296934"/>
    <w:rsid w:val="002A0ED1"/>
    <w:rsid w:val="002A15D9"/>
    <w:rsid w:val="002A7434"/>
    <w:rsid w:val="002B0FB2"/>
    <w:rsid w:val="002B12DA"/>
    <w:rsid w:val="002B5365"/>
    <w:rsid w:val="002C29C5"/>
    <w:rsid w:val="002C4106"/>
    <w:rsid w:val="002C4B2B"/>
    <w:rsid w:val="002D4BDA"/>
    <w:rsid w:val="002E3E52"/>
    <w:rsid w:val="002F02DB"/>
    <w:rsid w:val="002F0529"/>
    <w:rsid w:val="002F1D85"/>
    <w:rsid w:val="002F2B10"/>
    <w:rsid w:val="002F340A"/>
    <w:rsid w:val="002F429C"/>
    <w:rsid w:val="00300D8A"/>
    <w:rsid w:val="0030410F"/>
    <w:rsid w:val="0030612F"/>
    <w:rsid w:val="0030678B"/>
    <w:rsid w:val="00311425"/>
    <w:rsid w:val="00312836"/>
    <w:rsid w:val="00314F2E"/>
    <w:rsid w:val="00315B5B"/>
    <w:rsid w:val="00315EDC"/>
    <w:rsid w:val="0032101F"/>
    <w:rsid w:val="00323F0F"/>
    <w:rsid w:val="00326C23"/>
    <w:rsid w:val="00330A6C"/>
    <w:rsid w:val="00334549"/>
    <w:rsid w:val="00342408"/>
    <w:rsid w:val="0034330D"/>
    <w:rsid w:val="00350203"/>
    <w:rsid w:val="00353538"/>
    <w:rsid w:val="00362E05"/>
    <w:rsid w:val="00363AB2"/>
    <w:rsid w:val="0037045B"/>
    <w:rsid w:val="0037099D"/>
    <w:rsid w:val="00373139"/>
    <w:rsid w:val="003818EB"/>
    <w:rsid w:val="003820CE"/>
    <w:rsid w:val="00385753"/>
    <w:rsid w:val="00397FF3"/>
    <w:rsid w:val="003A7D96"/>
    <w:rsid w:val="003B0D72"/>
    <w:rsid w:val="003B19D2"/>
    <w:rsid w:val="003B1A3E"/>
    <w:rsid w:val="003B3420"/>
    <w:rsid w:val="003B5E1F"/>
    <w:rsid w:val="003C1BBB"/>
    <w:rsid w:val="003C3306"/>
    <w:rsid w:val="003C3BE2"/>
    <w:rsid w:val="003D084F"/>
    <w:rsid w:val="003D1655"/>
    <w:rsid w:val="003E0B2A"/>
    <w:rsid w:val="003E2A93"/>
    <w:rsid w:val="003E574C"/>
    <w:rsid w:val="003E5C76"/>
    <w:rsid w:val="003E6EA4"/>
    <w:rsid w:val="00412795"/>
    <w:rsid w:val="00422062"/>
    <w:rsid w:val="00423E01"/>
    <w:rsid w:val="00430B67"/>
    <w:rsid w:val="0044510E"/>
    <w:rsid w:val="00451E48"/>
    <w:rsid w:val="0045308F"/>
    <w:rsid w:val="00454CCE"/>
    <w:rsid w:val="00454D4A"/>
    <w:rsid w:val="00460E9E"/>
    <w:rsid w:val="00463BCC"/>
    <w:rsid w:val="004669CE"/>
    <w:rsid w:val="00467371"/>
    <w:rsid w:val="00472768"/>
    <w:rsid w:val="00487D64"/>
    <w:rsid w:val="00493115"/>
    <w:rsid w:val="004C10F0"/>
    <w:rsid w:val="004C6432"/>
    <w:rsid w:val="004C78B5"/>
    <w:rsid w:val="004D6E25"/>
    <w:rsid w:val="004E1AE5"/>
    <w:rsid w:val="004E46DA"/>
    <w:rsid w:val="004E4D6F"/>
    <w:rsid w:val="004F004D"/>
    <w:rsid w:val="004F39E9"/>
    <w:rsid w:val="004F4A76"/>
    <w:rsid w:val="00505FD8"/>
    <w:rsid w:val="00506067"/>
    <w:rsid w:val="0051315E"/>
    <w:rsid w:val="00514A5F"/>
    <w:rsid w:val="005215EF"/>
    <w:rsid w:val="00530880"/>
    <w:rsid w:val="00531BA5"/>
    <w:rsid w:val="00535DDD"/>
    <w:rsid w:val="005440BA"/>
    <w:rsid w:val="00544BFF"/>
    <w:rsid w:val="00564319"/>
    <w:rsid w:val="0056433F"/>
    <w:rsid w:val="00564368"/>
    <w:rsid w:val="005734B5"/>
    <w:rsid w:val="00574659"/>
    <w:rsid w:val="005754CE"/>
    <w:rsid w:val="005847B1"/>
    <w:rsid w:val="00587D10"/>
    <w:rsid w:val="005909A1"/>
    <w:rsid w:val="005938C7"/>
    <w:rsid w:val="005A0B37"/>
    <w:rsid w:val="005B3D21"/>
    <w:rsid w:val="005B7F7C"/>
    <w:rsid w:val="005C2914"/>
    <w:rsid w:val="005C3938"/>
    <w:rsid w:val="005D1FF6"/>
    <w:rsid w:val="005D29D6"/>
    <w:rsid w:val="005D33DC"/>
    <w:rsid w:val="005D6A4A"/>
    <w:rsid w:val="005E0872"/>
    <w:rsid w:val="005E138D"/>
    <w:rsid w:val="005E25FB"/>
    <w:rsid w:val="005E47A3"/>
    <w:rsid w:val="005E49C1"/>
    <w:rsid w:val="005F0CBC"/>
    <w:rsid w:val="005F46C1"/>
    <w:rsid w:val="00602055"/>
    <w:rsid w:val="00604617"/>
    <w:rsid w:val="0061668D"/>
    <w:rsid w:val="006171FF"/>
    <w:rsid w:val="00617F74"/>
    <w:rsid w:val="00624472"/>
    <w:rsid w:val="00624914"/>
    <w:rsid w:val="00627335"/>
    <w:rsid w:val="006273E7"/>
    <w:rsid w:val="00627B8A"/>
    <w:rsid w:val="00631412"/>
    <w:rsid w:val="00631F3C"/>
    <w:rsid w:val="006426AE"/>
    <w:rsid w:val="00642CB4"/>
    <w:rsid w:val="00646227"/>
    <w:rsid w:val="00656593"/>
    <w:rsid w:val="00664834"/>
    <w:rsid w:val="00666343"/>
    <w:rsid w:val="00670193"/>
    <w:rsid w:val="00670ED6"/>
    <w:rsid w:val="0067725F"/>
    <w:rsid w:val="00681021"/>
    <w:rsid w:val="00681316"/>
    <w:rsid w:val="00682E6E"/>
    <w:rsid w:val="00683A23"/>
    <w:rsid w:val="00687694"/>
    <w:rsid w:val="0069312F"/>
    <w:rsid w:val="00695A34"/>
    <w:rsid w:val="006A1925"/>
    <w:rsid w:val="006B0B8E"/>
    <w:rsid w:val="006B2F03"/>
    <w:rsid w:val="006B7145"/>
    <w:rsid w:val="006B77B0"/>
    <w:rsid w:val="006C7BFB"/>
    <w:rsid w:val="006D3209"/>
    <w:rsid w:val="006D6F7D"/>
    <w:rsid w:val="006E157A"/>
    <w:rsid w:val="006E75B5"/>
    <w:rsid w:val="006E7E66"/>
    <w:rsid w:val="006F002B"/>
    <w:rsid w:val="006F1116"/>
    <w:rsid w:val="006F75B5"/>
    <w:rsid w:val="006F7685"/>
    <w:rsid w:val="00701DFF"/>
    <w:rsid w:val="0070649E"/>
    <w:rsid w:val="00706EA5"/>
    <w:rsid w:val="00715F74"/>
    <w:rsid w:val="00721450"/>
    <w:rsid w:val="0072299F"/>
    <w:rsid w:val="007230A3"/>
    <w:rsid w:val="00725E66"/>
    <w:rsid w:val="0072675B"/>
    <w:rsid w:val="00730AD0"/>
    <w:rsid w:val="00731DF6"/>
    <w:rsid w:val="0073219E"/>
    <w:rsid w:val="00732C23"/>
    <w:rsid w:val="0073407F"/>
    <w:rsid w:val="00740717"/>
    <w:rsid w:val="0074291E"/>
    <w:rsid w:val="00744004"/>
    <w:rsid w:val="007613D4"/>
    <w:rsid w:val="00774004"/>
    <w:rsid w:val="007756B1"/>
    <w:rsid w:val="00775A1B"/>
    <w:rsid w:val="00783A33"/>
    <w:rsid w:val="00784EB8"/>
    <w:rsid w:val="00785E18"/>
    <w:rsid w:val="00792DDE"/>
    <w:rsid w:val="00793403"/>
    <w:rsid w:val="007938B9"/>
    <w:rsid w:val="00795372"/>
    <w:rsid w:val="00795CA1"/>
    <w:rsid w:val="007A2458"/>
    <w:rsid w:val="007A5ACC"/>
    <w:rsid w:val="007B3211"/>
    <w:rsid w:val="007C3F68"/>
    <w:rsid w:val="007C44B2"/>
    <w:rsid w:val="007D3E31"/>
    <w:rsid w:val="007E08E9"/>
    <w:rsid w:val="007F48AE"/>
    <w:rsid w:val="007F5D6A"/>
    <w:rsid w:val="007F75CA"/>
    <w:rsid w:val="00801469"/>
    <w:rsid w:val="0080197E"/>
    <w:rsid w:val="00807EA6"/>
    <w:rsid w:val="008123F3"/>
    <w:rsid w:val="00814A39"/>
    <w:rsid w:val="00823F91"/>
    <w:rsid w:val="00824DAA"/>
    <w:rsid w:val="0082660F"/>
    <w:rsid w:val="008328DD"/>
    <w:rsid w:val="00836C42"/>
    <w:rsid w:val="00842127"/>
    <w:rsid w:val="00843BC6"/>
    <w:rsid w:val="008603E4"/>
    <w:rsid w:val="00866C1E"/>
    <w:rsid w:val="008726DC"/>
    <w:rsid w:val="00872CAD"/>
    <w:rsid w:val="008764A2"/>
    <w:rsid w:val="00877E50"/>
    <w:rsid w:val="00880D15"/>
    <w:rsid w:val="00882C30"/>
    <w:rsid w:val="00885D4D"/>
    <w:rsid w:val="00886149"/>
    <w:rsid w:val="00886C56"/>
    <w:rsid w:val="008909A4"/>
    <w:rsid w:val="0089382E"/>
    <w:rsid w:val="0089423A"/>
    <w:rsid w:val="008968F5"/>
    <w:rsid w:val="008A0EB2"/>
    <w:rsid w:val="008A4E5B"/>
    <w:rsid w:val="008B13D6"/>
    <w:rsid w:val="008B34B6"/>
    <w:rsid w:val="008D606C"/>
    <w:rsid w:val="008D61D0"/>
    <w:rsid w:val="008D65AB"/>
    <w:rsid w:val="008D6F3A"/>
    <w:rsid w:val="008F05B6"/>
    <w:rsid w:val="009018B6"/>
    <w:rsid w:val="0090437C"/>
    <w:rsid w:val="00906EED"/>
    <w:rsid w:val="00907C98"/>
    <w:rsid w:val="00921D43"/>
    <w:rsid w:val="00930F08"/>
    <w:rsid w:val="0093481A"/>
    <w:rsid w:val="00934B61"/>
    <w:rsid w:val="00942101"/>
    <w:rsid w:val="00943ADB"/>
    <w:rsid w:val="009474DD"/>
    <w:rsid w:val="0095500B"/>
    <w:rsid w:val="0096018D"/>
    <w:rsid w:val="009602E2"/>
    <w:rsid w:val="009768E6"/>
    <w:rsid w:val="0098181C"/>
    <w:rsid w:val="00981C18"/>
    <w:rsid w:val="009847DC"/>
    <w:rsid w:val="00986AF6"/>
    <w:rsid w:val="0099749F"/>
    <w:rsid w:val="009A2ABD"/>
    <w:rsid w:val="009B207E"/>
    <w:rsid w:val="009B2915"/>
    <w:rsid w:val="009B32F8"/>
    <w:rsid w:val="009B5A95"/>
    <w:rsid w:val="009C2379"/>
    <w:rsid w:val="009D003A"/>
    <w:rsid w:val="009D2C8C"/>
    <w:rsid w:val="009D48BB"/>
    <w:rsid w:val="009D4B96"/>
    <w:rsid w:val="009D4EBC"/>
    <w:rsid w:val="009D50D4"/>
    <w:rsid w:val="009E1F05"/>
    <w:rsid w:val="00A015B3"/>
    <w:rsid w:val="00A03804"/>
    <w:rsid w:val="00A0789A"/>
    <w:rsid w:val="00A14AB5"/>
    <w:rsid w:val="00A23F3D"/>
    <w:rsid w:val="00A2439D"/>
    <w:rsid w:val="00A26A55"/>
    <w:rsid w:val="00A30354"/>
    <w:rsid w:val="00A336FF"/>
    <w:rsid w:val="00A46B01"/>
    <w:rsid w:val="00A4757B"/>
    <w:rsid w:val="00A520E2"/>
    <w:rsid w:val="00A52F20"/>
    <w:rsid w:val="00A762D5"/>
    <w:rsid w:val="00A839A6"/>
    <w:rsid w:val="00A84A23"/>
    <w:rsid w:val="00A85F52"/>
    <w:rsid w:val="00A92CB9"/>
    <w:rsid w:val="00A9383B"/>
    <w:rsid w:val="00A95134"/>
    <w:rsid w:val="00AA3F5C"/>
    <w:rsid w:val="00AA5745"/>
    <w:rsid w:val="00AB1B97"/>
    <w:rsid w:val="00AB3250"/>
    <w:rsid w:val="00AB4C24"/>
    <w:rsid w:val="00AB4FF6"/>
    <w:rsid w:val="00AC225C"/>
    <w:rsid w:val="00AC23F0"/>
    <w:rsid w:val="00AC2A2D"/>
    <w:rsid w:val="00AC712C"/>
    <w:rsid w:val="00AD235D"/>
    <w:rsid w:val="00AD43C2"/>
    <w:rsid w:val="00AD6C34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20CBF"/>
    <w:rsid w:val="00B20D4F"/>
    <w:rsid w:val="00B21159"/>
    <w:rsid w:val="00B22EFE"/>
    <w:rsid w:val="00B325A6"/>
    <w:rsid w:val="00B32748"/>
    <w:rsid w:val="00B363A5"/>
    <w:rsid w:val="00B55438"/>
    <w:rsid w:val="00B5710F"/>
    <w:rsid w:val="00B57C81"/>
    <w:rsid w:val="00B62022"/>
    <w:rsid w:val="00B63C97"/>
    <w:rsid w:val="00B65970"/>
    <w:rsid w:val="00B66CBE"/>
    <w:rsid w:val="00B71C88"/>
    <w:rsid w:val="00B93D15"/>
    <w:rsid w:val="00BA0BA5"/>
    <w:rsid w:val="00BA108C"/>
    <w:rsid w:val="00BA1565"/>
    <w:rsid w:val="00BA2A5F"/>
    <w:rsid w:val="00BB0DEF"/>
    <w:rsid w:val="00BB60B3"/>
    <w:rsid w:val="00BB74D6"/>
    <w:rsid w:val="00BC0601"/>
    <w:rsid w:val="00BC0A5A"/>
    <w:rsid w:val="00BD3C47"/>
    <w:rsid w:val="00BF1821"/>
    <w:rsid w:val="00C008B9"/>
    <w:rsid w:val="00C036B3"/>
    <w:rsid w:val="00C04999"/>
    <w:rsid w:val="00C06BEA"/>
    <w:rsid w:val="00C10926"/>
    <w:rsid w:val="00C109F3"/>
    <w:rsid w:val="00C10BBF"/>
    <w:rsid w:val="00C17092"/>
    <w:rsid w:val="00C24140"/>
    <w:rsid w:val="00C248A1"/>
    <w:rsid w:val="00C3265B"/>
    <w:rsid w:val="00C34FA0"/>
    <w:rsid w:val="00C36E68"/>
    <w:rsid w:val="00C41984"/>
    <w:rsid w:val="00C4353A"/>
    <w:rsid w:val="00C44D39"/>
    <w:rsid w:val="00C45C91"/>
    <w:rsid w:val="00C51C40"/>
    <w:rsid w:val="00C523F8"/>
    <w:rsid w:val="00C5459E"/>
    <w:rsid w:val="00C602BC"/>
    <w:rsid w:val="00C8435A"/>
    <w:rsid w:val="00C85746"/>
    <w:rsid w:val="00C869DB"/>
    <w:rsid w:val="00C9513D"/>
    <w:rsid w:val="00CA759E"/>
    <w:rsid w:val="00CB0FB2"/>
    <w:rsid w:val="00CB1611"/>
    <w:rsid w:val="00CB27D6"/>
    <w:rsid w:val="00CB2BAB"/>
    <w:rsid w:val="00CC0E67"/>
    <w:rsid w:val="00CC29EC"/>
    <w:rsid w:val="00CC2A7A"/>
    <w:rsid w:val="00CC374C"/>
    <w:rsid w:val="00CC4762"/>
    <w:rsid w:val="00CE63B7"/>
    <w:rsid w:val="00CF04EB"/>
    <w:rsid w:val="00CF192C"/>
    <w:rsid w:val="00CF196D"/>
    <w:rsid w:val="00CF2D90"/>
    <w:rsid w:val="00CF43B3"/>
    <w:rsid w:val="00CF7B8B"/>
    <w:rsid w:val="00D000F6"/>
    <w:rsid w:val="00D00DFD"/>
    <w:rsid w:val="00D0387A"/>
    <w:rsid w:val="00D065B8"/>
    <w:rsid w:val="00D1131A"/>
    <w:rsid w:val="00D14EB1"/>
    <w:rsid w:val="00D156C0"/>
    <w:rsid w:val="00D2071C"/>
    <w:rsid w:val="00D2072E"/>
    <w:rsid w:val="00D209AE"/>
    <w:rsid w:val="00D20BE6"/>
    <w:rsid w:val="00D301D7"/>
    <w:rsid w:val="00D34991"/>
    <w:rsid w:val="00D368A6"/>
    <w:rsid w:val="00D40743"/>
    <w:rsid w:val="00D45996"/>
    <w:rsid w:val="00D46512"/>
    <w:rsid w:val="00D46F0D"/>
    <w:rsid w:val="00D50EAC"/>
    <w:rsid w:val="00D54BBC"/>
    <w:rsid w:val="00D6040B"/>
    <w:rsid w:val="00D65FFF"/>
    <w:rsid w:val="00D7133C"/>
    <w:rsid w:val="00D83430"/>
    <w:rsid w:val="00D8372D"/>
    <w:rsid w:val="00D841C0"/>
    <w:rsid w:val="00D948CF"/>
    <w:rsid w:val="00D97710"/>
    <w:rsid w:val="00D97B97"/>
    <w:rsid w:val="00DA170F"/>
    <w:rsid w:val="00DA7AF9"/>
    <w:rsid w:val="00DB48F6"/>
    <w:rsid w:val="00DB7B95"/>
    <w:rsid w:val="00DC16EC"/>
    <w:rsid w:val="00DC192C"/>
    <w:rsid w:val="00DD09E0"/>
    <w:rsid w:val="00DD1F53"/>
    <w:rsid w:val="00DD200D"/>
    <w:rsid w:val="00DD2442"/>
    <w:rsid w:val="00DE4A23"/>
    <w:rsid w:val="00DE5122"/>
    <w:rsid w:val="00DE7C73"/>
    <w:rsid w:val="00DF69B9"/>
    <w:rsid w:val="00DF7D77"/>
    <w:rsid w:val="00E074CE"/>
    <w:rsid w:val="00E07E21"/>
    <w:rsid w:val="00E11F92"/>
    <w:rsid w:val="00E12189"/>
    <w:rsid w:val="00E14F37"/>
    <w:rsid w:val="00E3022D"/>
    <w:rsid w:val="00E32572"/>
    <w:rsid w:val="00E35931"/>
    <w:rsid w:val="00E36457"/>
    <w:rsid w:val="00E5025F"/>
    <w:rsid w:val="00E53063"/>
    <w:rsid w:val="00E603C2"/>
    <w:rsid w:val="00E63DFA"/>
    <w:rsid w:val="00E65B84"/>
    <w:rsid w:val="00E66F1E"/>
    <w:rsid w:val="00E71E81"/>
    <w:rsid w:val="00E76A02"/>
    <w:rsid w:val="00E86C30"/>
    <w:rsid w:val="00E90C30"/>
    <w:rsid w:val="00E944F8"/>
    <w:rsid w:val="00EA59B3"/>
    <w:rsid w:val="00EA6952"/>
    <w:rsid w:val="00EA726F"/>
    <w:rsid w:val="00EB1188"/>
    <w:rsid w:val="00EB1A8A"/>
    <w:rsid w:val="00EB5391"/>
    <w:rsid w:val="00EB57D4"/>
    <w:rsid w:val="00EB6516"/>
    <w:rsid w:val="00EC5CF3"/>
    <w:rsid w:val="00ED0DB4"/>
    <w:rsid w:val="00ED2065"/>
    <w:rsid w:val="00ED7922"/>
    <w:rsid w:val="00EE7D9F"/>
    <w:rsid w:val="00F10B77"/>
    <w:rsid w:val="00F14091"/>
    <w:rsid w:val="00F178DF"/>
    <w:rsid w:val="00F227EF"/>
    <w:rsid w:val="00F23ED1"/>
    <w:rsid w:val="00F27895"/>
    <w:rsid w:val="00F33404"/>
    <w:rsid w:val="00F35BD5"/>
    <w:rsid w:val="00F36A30"/>
    <w:rsid w:val="00F40EEB"/>
    <w:rsid w:val="00F420E5"/>
    <w:rsid w:val="00F470BD"/>
    <w:rsid w:val="00F522BE"/>
    <w:rsid w:val="00F53053"/>
    <w:rsid w:val="00F54EC5"/>
    <w:rsid w:val="00F619F1"/>
    <w:rsid w:val="00F645D9"/>
    <w:rsid w:val="00F739F6"/>
    <w:rsid w:val="00F73DA3"/>
    <w:rsid w:val="00F74F67"/>
    <w:rsid w:val="00F80906"/>
    <w:rsid w:val="00F815F7"/>
    <w:rsid w:val="00F84046"/>
    <w:rsid w:val="00F90A5C"/>
    <w:rsid w:val="00FA0E8F"/>
    <w:rsid w:val="00FA3CFC"/>
    <w:rsid w:val="00FB4AA5"/>
    <w:rsid w:val="00FC2C8E"/>
    <w:rsid w:val="00FD122A"/>
    <w:rsid w:val="00FD1652"/>
    <w:rsid w:val="00FD548E"/>
    <w:rsid w:val="00FE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82040-75C4-449E-9A19-E212FC29F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61</TotalTime>
  <Pages>1</Pages>
  <Words>71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22</cp:revision>
  <cp:lastPrinted>2017-09-27T11:01:00Z</cp:lastPrinted>
  <dcterms:created xsi:type="dcterms:W3CDTF">2017-08-30T11:24:00Z</dcterms:created>
  <dcterms:modified xsi:type="dcterms:W3CDTF">2018-10-18T18:53:00Z</dcterms:modified>
</cp:coreProperties>
</file>